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E82901A" w14:textId="77777777" w:rsidR="002229D8" w:rsidRPr="002557F5" w:rsidRDefault="00B67D39" w:rsidP="002229D8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="002229D8" w:rsidRPr="006B56FD">
              <w:rPr>
                <w:rFonts w:asciiTheme="minorHAnsi" w:hAnsiTheme="minorHAnsi" w:cstheme="minorHAnsi"/>
                <w:b/>
              </w:rPr>
              <w:t xml:space="preserve">Oddział </w:t>
            </w:r>
            <w:r w:rsidR="002229D8" w:rsidRPr="002557F5">
              <w:rPr>
                <w:rFonts w:asciiTheme="minorHAnsi" w:hAnsiTheme="minorHAnsi" w:cstheme="minorHAnsi"/>
                <w:b/>
              </w:rPr>
              <w:t>Łódź</w:t>
            </w:r>
          </w:p>
          <w:p w14:paraId="3F4CA6ED" w14:textId="57BBDBFB" w:rsidR="00B67D39" w:rsidRPr="002229D8" w:rsidRDefault="002229D8" w:rsidP="002229D8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E089A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097B8BE0" w14:textId="66110F6F" w:rsid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49FCDCA" w14:textId="77777777" w:rsidR="001257A6" w:rsidRPr="00CC7E12" w:rsidRDefault="001257A6" w:rsidP="00872F1F">
      <w:pPr>
        <w:jc w:val="both"/>
        <w:rPr>
          <w:rFonts w:cstheme="minorHAnsi"/>
        </w:rPr>
      </w:pPr>
    </w:p>
    <w:p w14:paraId="63B1B52A" w14:textId="73B2AB8D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Na potrzeby postępowania o udzielenie zamówienia prowadzonego pn.</w:t>
      </w:r>
      <w:r w:rsidR="002229D8">
        <w:rPr>
          <w:rFonts w:cstheme="minorHAnsi"/>
        </w:rPr>
        <w:t xml:space="preserve"> </w:t>
      </w:r>
      <w:r w:rsidR="00A910CE" w:rsidRPr="00A910CE">
        <w:rPr>
          <w:rFonts w:cstheme="minorHAnsi"/>
          <w:b/>
          <w:i/>
        </w:rPr>
        <w:t>Odtwarzanie nawierzchni po robotach energetycznych (prace brukarsko-porządkowe) bez nawierzchni bitumicznych na terenie działania PGE Dystrybucja S.A. Oddział Łódź, w podziale na 7 niezależnych części</w:t>
      </w:r>
      <w:r w:rsidRPr="00CC7E12">
        <w:rPr>
          <w:rFonts w:cstheme="minorHAnsi"/>
        </w:rPr>
        <w:t xml:space="preserve">, </w:t>
      </w:r>
      <w:r w:rsidR="001257A6">
        <w:rPr>
          <w:rFonts w:cstheme="minorHAnsi"/>
        </w:rPr>
        <w:t xml:space="preserve">                                                </w:t>
      </w:r>
      <w:r w:rsidRPr="00CC7E12">
        <w:rPr>
          <w:rFonts w:cstheme="minorHAnsi"/>
        </w:rPr>
        <w:t xml:space="preserve">nr </w:t>
      </w:r>
      <w:r w:rsidR="002229D8" w:rsidRPr="002557F5">
        <w:rPr>
          <w:rFonts w:cstheme="minorHAnsi"/>
          <w:b/>
        </w:rPr>
        <w:t>POST/DYS/OLD/GZ/0</w:t>
      </w:r>
      <w:r w:rsidR="001257A6">
        <w:rPr>
          <w:rFonts w:cstheme="minorHAnsi"/>
          <w:b/>
        </w:rPr>
        <w:t>4</w:t>
      </w:r>
      <w:r w:rsidR="00A910CE">
        <w:rPr>
          <w:rFonts w:cstheme="minorHAnsi"/>
          <w:b/>
        </w:rPr>
        <w:t>36</w:t>
      </w:r>
      <w:r w:rsidR="002229D8" w:rsidRPr="002557F5">
        <w:rPr>
          <w:rFonts w:cstheme="minorHAnsi"/>
          <w:b/>
        </w:rPr>
        <w:t>5/2025</w:t>
      </w:r>
      <w:r w:rsidRPr="00CC7E12">
        <w:rPr>
          <w:rFonts w:cstheme="minorHAnsi"/>
        </w:rPr>
        <w:t xml:space="preserve">, prowadzonego przez </w:t>
      </w:r>
      <w:r w:rsidR="002229D8" w:rsidRPr="002557F5">
        <w:rPr>
          <w:rFonts w:cstheme="minorHAnsi"/>
        </w:rPr>
        <w:t>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2229D8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9F1710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9F1710">
        <w:rPr>
          <w:rFonts w:eastAsia="Times New Roman" w:cs="Arial"/>
        </w:rPr>
        <w:t>, zaktualizowanym rozporządzeniem Rady (UE) 2025/2033 (Dz.U. L, 2025/2033 z 23.10.2025) dalej: rozporządzenie 2025/2033</w:t>
      </w:r>
      <w:r w:rsidRPr="009F1710">
        <w:t>.</w:t>
      </w:r>
      <w:r w:rsidRPr="009F1710">
        <w:rPr>
          <w:vertAlign w:val="superscript"/>
        </w:rPr>
        <w:footnoteReference w:id="1"/>
      </w:r>
    </w:p>
    <w:p w14:paraId="3EA3242A" w14:textId="347883B1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71F4223B" w14:textId="77777777" w:rsidR="001257A6" w:rsidRDefault="001257A6" w:rsidP="002C2C2F">
      <w:pPr>
        <w:jc w:val="both"/>
        <w:rPr>
          <w:rFonts w:cstheme="minorHAnsi"/>
          <w:b/>
        </w:rPr>
      </w:pPr>
    </w:p>
    <w:p w14:paraId="13AF2A44" w14:textId="30741FC9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79AA5069" w14:textId="57670318" w:rsidR="00CC7E12" w:rsidRDefault="00CC7E12" w:rsidP="00543B4E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4F673359" w14:textId="77777777" w:rsidR="00543B4E" w:rsidRPr="00543B4E" w:rsidRDefault="00543B4E" w:rsidP="00543B4E">
      <w:pPr>
        <w:jc w:val="both"/>
        <w:rPr>
          <w:rFonts w:cstheme="minorHAnsi"/>
          <w:sz w:val="16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9F171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0E60FE90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3A1284F3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791923F1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039E52F6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BE1634F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ECCCB" w14:textId="77777777" w:rsidR="002229D8" w:rsidRDefault="002229D8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3A21A4A5" w14:textId="77777777" w:rsidR="002229D8" w:rsidRPr="006E100D" w:rsidRDefault="002229D8" w:rsidP="002229D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7B62589" w14:textId="1A0A5217" w:rsidR="002229D8" w:rsidRDefault="00A910CE" w:rsidP="002229D8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A910CE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Odtwarzanie nawierzchni po robotach energetycznych (prace brukarsko-porządkowe) bez nawierzchni bitumicznych na terenie działania PGE Dystrybucja S.A. Oddział Łódź, w podziale na 7 niezależnych części.</w:t>
          </w:r>
        </w:p>
        <w:p w14:paraId="5205B493" w14:textId="7503340C" w:rsidR="00347E8D" w:rsidRPr="006B2C28" w:rsidRDefault="002229D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557F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br/>
            <w:t>POST/DYS/OLD/GZ/0</w:t>
          </w:r>
          <w:r w:rsidR="001257A6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4</w:t>
          </w:r>
          <w:r w:rsidR="00A910CE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36</w:t>
          </w:r>
          <w:r w:rsidRPr="002557F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5/2025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5FACF5F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4C88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7A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29D8"/>
    <w:rsid w:val="00224257"/>
    <w:rsid w:val="00241DAD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31B8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0052D"/>
    <w:rsid w:val="00520308"/>
    <w:rsid w:val="00535E9B"/>
    <w:rsid w:val="00543B4E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E5C2E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1C20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1710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910CE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417C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3A5C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POST/DYS/OLD/GZ/04365/2025                        </dmsv2SWPP2ObjectNumber>
    <dmsv2SWPP2SumMD5 xmlns="http://schemas.microsoft.com/sharepoint/v3">20e4fc5ac028667d26ff52620719efce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700681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23914952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00000001000700020000000000010003</dmsv2SWPP2ObjectDepartment>
    <dmsv2SWPP2ObjectName xmlns="http://schemas.microsoft.com/sharepoint/v3">Postępowanie</dmsv2SWPP2ObjectName>
    <_dlc_DocId xmlns="a19cb1c7-c5c7-46d4-85ae-d83685407bba">JEUP5JKVCYQC-1440096624-14515</_dlc_DocId>
    <_dlc_DocIdUrl xmlns="a19cb1c7-c5c7-46d4-85ae-d83685407bba">
      <Url>https://swpp2.dms.gkpge.pl/sites/41/_layouts/15/DocIdRedir.aspx?ID=JEUP5JKVCYQC-1440096624-14515</Url>
      <Description>JEUP5JKVCYQC-1440096624-14515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b6a7fc3-c441-41c3-bbfc-a960266391eb"/>
    <ds:schemaRef ds:uri="http://purl.org/dc/terms/"/>
    <ds:schemaRef ds:uri="http://www.w3.org/XML/1998/namespace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494D44-5ACF-4900-9168-D1F1BF5ABEDD}"/>
</file>

<file path=customXml/itemProps5.xml><?xml version="1.0" encoding="utf-8"?>
<ds:datastoreItem xmlns:ds="http://schemas.openxmlformats.org/officeDocument/2006/customXml" ds:itemID="{DF08AAD0-4E39-497A-93FE-B076540EC06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</TotalTime>
  <Pages>2</Pages>
  <Words>814</Words>
  <Characters>4885</Characters>
  <Application>Microsoft Office Word</Application>
  <DocSecurity>0</DocSecurity>
  <Lines>40</Lines>
  <Paragraphs>11</Paragraphs>
  <ScaleCrop>false</ScaleCrop>
  <Company>PGE Systemy</Company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6</cp:revision>
  <cp:lastPrinted>2024-07-15T11:21:00Z</cp:lastPrinted>
  <dcterms:created xsi:type="dcterms:W3CDTF">2025-11-25T07:33:00Z</dcterms:created>
  <dcterms:modified xsi:type="dcterms:W3CDTF">2025-12-03T11:15:00Z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9f45f6ec-f73e-4dc6-8831-d742a02c862a</vt:lpwstr>
  </property>
</Properties>
</file>